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CEB" w:rsidRDefault="00B37CEB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kern w:val="0"/>
          <w:sz w:val="36"/>
          <w:szCs w:val="36"/>
        </w:rPr>
        <w:t>开江县</w:t>
      </w:r>
      <w:r>
        <w:rPr>
          <w:rFonts w:ascii="方正小标宋简体" w:eastAsia="方正小标宋简体" w:hAnsi="宋体" w:cs="方正小标宋简体"/>
          <w:kern w:val="0"/>
          <w:sz w:val="36"/>
          <w:szCs w:val="36"/>
        </w:rPr>
        <w:t>2018</w:t>
      </w:r>
      <w:r>
        <w:rPr>
          <w:rFonts w:ascii="方正小标宋简体" w:eastAsia="方正小标宋简体" w:hAnsi="宋体" w:cs="方正小标宋简体" w:hint="eastAsia"/>
          <w:kern w:val="0"/>
          <w:sz w:val="36"/>
          <w:szCs w:val="36"/>
        </w:rPr>
        <w:t>年劳务品牌保育员培训学员花名册</w:t>
      </w:r>
    </w:p>
    <w:p w:rsidR="00B37CEB" w:rsidRDefault="00B37CEB" w:rsidP="005261F9">
      <w:pPr>
        <w:ind w:firstLineChars="150" w:firstLine="31680"/>
        <w:rPr>
          <w:sz w:val="24"/>
          <w:szCs w:val="24"/>
        </w:rPr>
      </w:pPr>
    </w:p>
    <w:p w:rsidR="00B37CEB" w:rsidRDefault="00B37CEB" w:rsidP="005261F9">
      <w:pPr>
        <w:ind w:firstLineChars="950" w:firstLine="316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填报单位：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开江县圆梦职业培训学校</w:t>
      </w: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工种：保育员</w:t>
      </w: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填报时间：</w:t>
      </w:r>
      <w:r>
        <w:rPr>
          <w:sz w:val="24"/>
          <w:szCs w:val="24"/>
        </w:rPr>
        <w:t xml:space="preserve">  2018</w:t>
      </w:r>
      <w:r>
        <w:rPr>
          <w:rFonts w:cs="宋体" w:hint="eastAsia"/>
          <w:sz w:val="24"/>
          <w:szCs w:val="24"/>
        </w:rPr>
        <w:t>年</w:t>
      </w:r>
      <w:r>
        <w:rPr>
          <w:sz w:val="24"/>
          <w:szCs w:val="24"/>
        </w:rPr>
        <w:t>7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25</w:t>
      </w:r>
      <w:r>
        <w:rPr>
          <w:rFonts w:cs="宋体" w:hint="eastAsia"/>
          <w:sz w:val="24"/>
          <w:szCs w:val="24"/>
        </w:rPr>
        <w:t>日</w:t>
      </w:r>
      <w:bookmarkStart w:id="0" w:name="_GoBack"/>
      <w:bookmarkEnd w:id="0"/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5"/>
        <w:gridCol w:w="1307"/>
        <w:gridCol w:w="895"/>
        <w:gridCol w:w="1608"/>
        <w:gridCol w:w="3491"/>
        <w:gridCol w:w="1555"/>
      </w:tblGrid>
      <w:tr w:rsidR="00B37CEB" w:rsidTr="005261F9">
        <w:trPr>
          <w:trHeight w:val="160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序</w:t>
            </w:r>
          </w:p>
          <w:p w:rsidR="00B37CEB" w:rsidRDefault="00B37CEB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号</w:t>
            </w:r>
          </w:p>
        </w:tc>
        <w:tc>
          <w:tcPr>
            <w:tcW w:w="1307" w:type="dxa"/>
            <w:vAlign w:val="center"/>
          </w:tcPr>
          <w:p w:rsidR="00B37CEB" w:rsidRDefault="00B37CEB" w:rsidP="00B37CEB">
            <w:pPr>
              <w:spacing w:line="300" w:lineRule="exact"/>
              <w:ind w:firstLineChars="50" w:firstLine="3168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　名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</w:t>
            </w:r>
          </w:p>
          <w:p w:rsidR="00B37CEB" w:rsidRDefault="00B37CEB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别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3491" w:type="dxa"/>
            <w:vAlign w:val="center"/>
          </w:tcPr>
          <w:p w:rsidR="00B37CEB" w:rsidRDefault="00B37CEB" w:rsidP="005261F9">
            <w:pPr>
              <w:spacing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sz w:val="24"/>
                <w:szCs w:val="24"/>
              </w:rPr>
              <w:t>家庭住址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sz w:val="24"/>
                <w:szCs w:val="24"/>
              </w:rPr>
              <w:t>学员签名</w:t>
            </w:r>
          </w:p>
        </w:tc>
      </w:tr>
      <w:tr w:rsidR="00B37CEB" w:rsidTr="005261F9">
        <w:trPr>
          <w:trHeight w:val="572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刘学春</w:t>
            </w:r>
            <w:r>
              <w:t xml:space="preserve"> 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left"/>
            </w:pPr>
            <w:r>
              <w:t>19700127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开江县普安镇罗家坡村</w:t>
            </w:r>
            <w:r>
              <w:t>1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张红梅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left"/>
            </w:pPr>
            <w:r>
              <w:t>19790511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廖天英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left"/>
            </w:pPr>
            <w:r>
              <w:t>19810226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4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李克辉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left"/>
            </w:pPr>
            <w:r>
              <w:t>19840218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开江县永兴镇席家坝村</w:t>
            </w:r>
            <w:r>
              <w:t>4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5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张廷林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19770224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6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朱占敏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19730817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7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胡昌元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19750724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开江县新宁镇圆井眼村</w:t>
            </w:r>
            <w:r>
              <w:t>9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8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黄林雪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19961225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开江县新宁镇圆井眼村</w:t>
            </w:r>
            <w:r>
              <w:t>9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9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刘丹丹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19920303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开江县拔妙乡马鞍山村</w:t>
            </w:r>
            <w:r>
              <w:t>3</w:t>
            </w:r>
            <w:r>
              <w:rPr>
                <w:rFonts w:cs="宋体" w:hint="eastAsia"/>
              </w:rPr>
              <w:t>组</w:t>
            </w:r>
            <w:r>
              <w:t>50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10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曾令秀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19741226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11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吴文兰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19910222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达县安仁乡长石板村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/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12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余凤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19820912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开江县拔妙乡石和寨村</w:t>
            </w:r>
            <w:r>
              <w:t>7</w:t>
            </w:r>
            <w:r>
              <w:rPr>
                <w:rFonts w:cs="宋体" w:hint="eastAsia"/>
              </w:rPr>
              <w:t>组</w:t>
            </w:r>
            <w:r>
              <w:t>45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13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崔苗苗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19910121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开江县回龙镇中街</w:t>
            </w:r>
            <w:r>
              <w:t>35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/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14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张江艳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19830310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15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王世敏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19710325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16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冉启英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19690612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17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张升兰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19730203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18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朱洪琼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19801102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left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  <w:r>
              <w:t>76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19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王玉春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19870103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20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张会英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19720509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9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21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彭燕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19860911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开江县讲治镇九岭岗村</w:t>
            </w:r>
            <w:r>
              <w:t>3</w:t>
            </w:r>
            <w:r>
              <w:rPr>
                <w:rFonts w:cs="宋体" w:hint="eastAsia"/>
              </w:rPr>
              <w:t>组</w:t>
            </w:r>
            <w:r>
              <w:t>30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22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陈开兰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19690115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开江县普安镇玉皇观村</w:t>
            </w:r>
            <w:r>
              <w:t>1</w:t>
            </w:r>
            <w:r>
              <w:rPr>
                <w:rFonts w:cs="宋体" w:hint="eastAsia"/>
              </w:rPr>
              <w:t>组</w:t>
            </w:r>
            <w:r>
              <w:t>30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23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罗建芳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19720906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5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24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黄兴秀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19741127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25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陆述英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19800815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26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刘立琴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19770915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27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黄银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19940804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28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李福辉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19930104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29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张廷婷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19720709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开江县新宁镇万花岭村</w:t>
            </w:r>
            <w:r>
              <w:t>1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30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蒋蜀娟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19800430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开江县普安镇马溪沟村</w:t>
            </w:r>
            <w:r>
              <w:t>6</w:t>
            </w:r>
            <w:r>
              <w:rPr>
                <w:rFonts w:cs="宋体" w:hint="eastAsia"/>
              </w:rPr>
              <w:t>组</w:t>
            </w:r>
            <w:r>
              <w:t>17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31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张娜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19991121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hRule="exact" w:val="568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32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刘娜娜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19901206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开江县新宁镇万花岭村</w:t>
            </w:r>
            <w:r>
              <w:t>3</w:t>
            </w:r>
            <w:r>
              <w:rPr>
                <w:rFonts w:cs="宋体" w:hint="eastAsia"/>
              </w:rPr>
              <w:t>组</w:t>
            </w:r>
            <w:r>
              <w:t>81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val="603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33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胡志兰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19770529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5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val="603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34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李洪燕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19930501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6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val="603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35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王明欢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19891206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7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val="603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36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黄春梅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19770305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开江县新宁镇万花岭村</w:t>
            </w:r>
            <w:r>
              <w:t>2</w:t>
            </w:r>
            <w:r>
              <w:rPr>
                <w:rFonts w:cs="宋体" w:hint="eastAsia"/>
              </w:rPr>
              <w:t>组</w:t>
            </w:r>
            <w:r>
              <w:t>94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val="603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37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陈远梅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19741120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开江县新宁镇孙家沟村</w:t>
            </w:r>
            <w:r>
              <w:t>8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val="603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38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刘姣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19920703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开江县新宁镇瓦店子村</w:t>
            </w:r>
            <w:r>
              <w:t>4</w:t>
            </w:r>
            <w:r>
              <w:rPr>
                <w:rFonts w:cs="宋体" w:hint="eastAsia"/>
              </w:rPr>
              <w:t>组</w:t>
            </w:r>
            <w:r>
              <w:t>41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val="603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39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周素华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19721209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开江县新宁镇圆井眼村</w:t>
            </w:r>
            <w:r>
              <w:t>9</w:t>
            </w:r>
            <w:r>
              <w:rPr>
                <w:rFonts w:cs="宋体" w:hint="eastAsia"/>
              </w:rPr>
              <w:t>组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val="603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40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屈褔兰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19891230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开江县普安镇天星坝村</w:t>
            </w:r>
            <w:r>
              <w:t>8</w:t>
            </w:r>
            <w:r>
              <w:rPr>
                <w:rFonts w:cs="宋体" w:hint="eastAsia"/>
              </w:rPr>
              <w:t>组</w:t>
            </w:r>
            <w:r>
              <w:t>10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  <w:tr w:rsidR="00B37CEB" w:rsidTr="005261F9">
        <w:trPr>
          <w:trHeight w:val="603"/>
          <w:jc w:val="center"/>
        </w:trPr>
        <w:tc>
          <w:tcPr>
            <w:tcW w:w="575" w:type="dxa"/>
            <w:vAlign w:val="center"/>
          </w:tcPr>
          <w:p w:rsidR="00B37CEB" w:rsidRDefault="00B37CEB">
            <w:pPr>
              <w:jc w:val="center"/>
            </w:pPr>
            <w:r>
              <w:t>41</w:t>
            </w:r>
          </w:p>
        </w:tc>
        <w:tc>
          <w:tcPr>
            <w:tcW w:w="1307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陈小兰</w:t>
            </w:r>
          </w:p>
        </w:tc>
        <w:tc>
          <w:tcPr>
            <w:tcW w:w="895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女</w:t>
            </w:r>
          </w:p>
        </w:tc>
        <w:tc>
          <w:tcPr>
            <w:tcW w:w="1608" w:type="dxa"/>
            <w:vAlign w:val="center"/>
          </w:tcPr>
          <w:p w:rsidR="00B37CEB" w:rsidRDefault="00B37CEB">
            <w:pPr>
              <w:jc w:val="center"/>
            </w:pPr>
            <w:r>
              <w:t>19730122</w:t>
            </w:r>
          </w:p>
        </w:tc>
        <w:tc>
          <w:tcPr>
            <w:tcW w:w="3491" w:type="dxa"/>
            <w:vAlign w:val="center"/>
          </w:tcPr>
          <w:p w:rsidR="00B37CEB" w:rsidRDefault="00B37CEB">
            <w:pPr>
              <w:jc w:val="center"/>
            </w:pPr>
            <w:r>
              <w:rPr>
                <w:rFonts w:cs="宋体" w:hint="eastAsia"/>
              </w:rPr>
              <w:t>开江县新宁镇孙家沟村</w:t>
            </w:r>
            <w:r>
              <w:t>9</w:t>
            </w:r>
            <w:r>
              <w:rPr>
                <w:rFonts w:cs="宋体" w:hint="eastAsia"/>
              </w:rPr>
              <w:t>组</w:t>
            </w:r>
            <w:r>
              <w:t>7</w:t>
            </w:r>
            <w:r>
              <w:rPr>
                <w:rFonts w:cs="宋体" w:hint="eastAsia"/>
              </w:rPr>
              <w:t>号</w:t>
            </w:r>
          </w:p>
        </w:tc>
        <w:tc>
          <w:tcPr>
            <w:tcW w:w="1555" w:type="dxa"/>
            <w:vAlign w:val="center"/>
          </w:tcPr>
          <w:p w:rsidR="00B37CEB" w:rsidRDefault="00B37CEB">
            <w:pPr>
              <w:jc w:val="center"/>
            </w:pPr>
          </w:p>
        </w:tc>
      </w:tr>
    </w:tbl>
    <w:p w:rsidR="00B37CEB" w:rsidRDefault="00B37CEB"/>
    <w:sectPr w:rsidR="00B37CEB" w:rsidSect="00DD7741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CEB" w:rsidRDefault="00B37CEB">
      <w:r>
        <w:separator/>
      </w:r>
    </w:p>
  </w:endnote>
  <w:endnote w:type="continuationSeparator" w:id="0">
    <w:p w:rsidR="00B37CEB" w:rsidRDefault="00B3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CEB" w:rsidRDefault="00B37CEB" w:rsidP="00820D01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37CEB" w:rsidRDefault="00B37CEB" w:rsidP="005261F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CEB" w:rsidRDefault="00B37CEB">
      <w:r>
        <w:separator/>
      </w:r>
    </w:p>
  </w:footnote>
  <w:footnote w:type="continuationSeparator" w:id="0">
    <w:p w:rsidR="00B37CEB" w:rsidRDefault="00B37C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E6C3DA5"/>
    <w:rsid w:val="005261F9"/>
    <w:rsid w:val="00820D01"/>
    <w:rsid w:val="00826464"/>
    <w:rsid w:val="00A430C9"/>
    <w:rsid w:val="00B37CEB"/>
    <w:rsid w:val="00DD7741"/>
    <w:rsid w:val="0CE616EE"/>
    <w:rsid w:val="2E6C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741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D77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8717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DD7741"/>
    <w:rPr>
      <w:rFonts w:ascii="Times New Roman" w:eastAsia="宋体" w:hAnsi="Times New Roman" w:cs="Times New Roman"/>
    </w:rPr>
  </w:style>
  <w:style w:type="table" w:styleId="TableGrid">
    <w:name w:val="Table Grid"/>
    <w:basedOn w:val="TableNormal"/>
    <w:uiPriority w:val="99"/>
    <w:rsid w:val="005261F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220</Words>
  <Characters>1254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User</cp:lastModifiedBy>
  <cp:revision>2</cp:revision>
  <cp:lastPrinted>2018-08-24T03:36:00Z</cp:lastPrinted>
  <dcterms:created xsi:type="dcterms:W3CDTF">2018-07-23T07:55:00Z</dcterms:created>
  <dcterms:modified xsi:type="dcterms:W3CDTF">2018-08-24T03:37:00Z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